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E6B" w:rsidRDefault="006C14EC" w:rsidP="006E06D6">
      <w:pPr>
        <w:pStyle w:val="Title"/>
        <w:jc w:val="center"/>
      </w:pPr>
      <w:r w:rsidRPr="006E06D6">
        <w:rPr>
          <w:b/>
        </w:rPr>
        <w:t xml:space="preserve">Flash </w:t>
      </w:r>
      <w:r w:rsidRPr="006E06D6">
        <w:t>to</w:t>
      </w:r>
      <w:r w:rsidRPr="006E06D6">
        <w:rPr>
          <w:b/>
        </w:rPr>
        <w:t xml:space="preserve"> Phaser</w:t>
      </w:r>
      <w:r>
        <w:t xml:space="preserve"> Guide</w:t>
      </w:r>
    </w:p>
    <w:p w:rsidR="00FD2E84" w:rsidRDefault="00FD2E84" w:rsidP="00FD2E84"/>
    <w:p w:rsidR="00FD2E84" w:rsidRPr="00FD2E84" w:rsidRDefault="006E06D6" w:rsidP="006E06D6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943600" cy="2171700"/>
            <wp:effectExtent l="0" t="0" r="0" b="0"/>
            <wp:docPr id="7" name="Picture 7" descr="C:\Users\rich\Desktop\Flash-to-Phas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ich\Desktop\Flash-to-Phas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4EC" w:rsidRPr="006C14EC" w:rsidRDefault="006C14EC" w:rsidP="006C14EC">
      <w:pPr>
        <w:pStyle w:val="Heading1"/>
        <w:jc w:val="center"/>
        <w:rPr>
          <w:sz w:val="24"/>
          <w:szCs w:val="24"/>
        </w:rPr>
      </w:pPr>
      <w:r w:rsidRPr="006C14EC">
        <w:rPr>
          <w:sz w:val="24"/>
          <w:szCs w:val="24"/>
        </w:rPr>
        <w:t>Version 1.0 – May 28</w:t>
      </w:r>
      <w:r w:rsidRPr="006C14EC">
        <w:rPr>
          <w:sz w:val="24"/>
          <w:szCs w:val="24"/>
          <w:vertAlign w:val="superscript"/>
        </w:rPr>
        <w:t>th</w:t>
      </w:r>
      <w:r w:rsidRPr="006C14EC">
        <w:rPr>
          <w:sz w:val="24"/>
          <w:szCs w:val="24"/>
        </w:rPr>
        <w:t xml:space="preserve"> 2014</w:t>
      </w:r>
      <w:r w:rsidRPr="006C14EC">
        <w:rPr>
          <w:sz w:val="24"/>
          <w:szCs w:val="24"/>
        </w:rPr>
        <w:br/>
        <w:t>By Richard Davey (rich@photonstorm.com)</w:t>
      </w:r>
    </w:p>
    <w:p w:rsidR="00354E6B" w:rsidRDefault="006C14EC" w:rsidP="006C14EC">
      <w:pPr>
        <w:pStyle w:val="Heading1"/>
      </w:pPr>
      <w:r>
        <w:t>What is it?</w:t>
      </w:r>
    </w:p>
    <w:p w:rsidR="00354E6B" w:rsidRDefault="006C14EC" w:rsidP="006C14EC">
      <w:r>
        <w:t xml:space="preserve">Flash to Phaser is a JSFL script that will aid in the process of laying out scenes within the Flash IDE and </w:t>
      </w:r>
      <w:r w:rsidR="006E06D6">
        <w:t xml:space="preserve">converting </w:t>
      </w:r>
      <w:r>
        <w:t xml:space="preserve">them </w:t>
      </w:r>
      <w:r w:rsidR="006E06D6">
        <w:t>in</w:t>
      </w:r>
      <w:r>
        <w:t xml:space="preserve">to Phaser JavaScript files. It works by parsing the Stage for any Bitmap or Symbol objects and then automatically builds-up a JavaScript source file including </w:t>
      </w:r>
      <w:r w:rsidRPr="006C14EC">
        <w:rPr>
          <w:i/>
        </w:rPr>
        <w:t>preload</w:t>
      </w:r>
      <w:r>
        <w:t xml:space="preserve"> and </w:t>
      </w:r>
      <w:r w:rsidRPr="006C14EC">
        <w:rPr>
          <w:i/>
        </w:rPr>
        <w:t>create</w:t>
      </w:r>
      <w:r>
        <w:t xml:space="preserve"> functions that accurately re-create what is seen inside the Flash IDE.</w:t>
      </w:r>
    </w:p>
    <w:p w:rsidR="006C14EC" w:rsidRDefault="006C14EC" w:rsidP="006C14EC">
      <w:r>
        <w:t>If the script encounters a Symbol it treats it as a Phaser Group and uses the Symbol name as a Group name. Any Bitmaps within the Symbol are treated as Group children and positioned accordingly.</w:t>
      </w:r>
    </w:p>
    <w:p w:rsidR="006C14EC" w:rsidRDefault="006E06D6" w:rsidP="006C14EC">
      <w:r>
        <w:t xml:space="preserve">Objects </w:t>
      </w:r>
      <w:r w:rsidR="006C14EC">
        <w:t>have their x, y, rotation and scale properties re-created in the JavaScript.</w:t>
      </w:r>
    </w:p>
    <w:p w:rsidR="006C14EC" w:rsidRDefault="006C14EC" w:rsidP="006C14EC">
      <w:pPr>
        <w:pStyle w:val="Heading1"/>
      </w:pPr>
      <w:r>
        <w:t>Installation</w:t>
      </w:r>
    </w:p>
    <w:p w:rsidR="006C14EC" w:rsidRDefault="006C14EC" w:rsidP="006C14EC">
      <w:r>
        <w:t xml:space="preserve">There are two ways to install JSFL scripts into the Flash IDE. One is to copy them into the Flash application data folder, specifically into the “Configuration/Commands” sub-folder. The location </w:t>
      </w:r>
      <w:proofErr w:type="gramStart"/>
      <w:r>
        <w:t>of</w:t>
      </w:r>
      <w:proofErr w:type="gramEnd"/>
      <w:r>
        <w:t xml:space="preserve"> this varies tremendously based on OS and Flash version. There is a slightly out dated guide available </w:t>
      </w:r>
      <w:hyperlink r:id="rId9" w:anchor="WS5b3ccc516d4fbf351e63e3d118a9024f3f-7fe3CS5" w:history="1">
        <w:r w:rsidRPr="006C14EC">
          <w:rPr>
            <w:rStyle w:val="Hyperlink"/>
          </w:rPr>
          <w:t>here on the Adobe site</w:t>
        </w:r>
      </w:hyperlink>
      <w:r>
        <w:t>.</w:t>
      </w:r>
    </w:p>
    <w:p w:rsidR="006C14EC" w:rsidRDefault="006C14EC" w:rsidP="006C14EC">
      <w:r>
        <w:t>An easier method is to create the script manually, which is what I’ll describe here.</w:t>
      </w:r>
    </w:p>
    <w:p w:rsidR="00BB7F58" w:rsidRDefault="00BB7F58" w:rsidP="00BB7F58">
      <w:pPr>
        <w:pStyle w:val="ListParagraph"/>
        <w:numPr>
          <w:ilvl w:val="0"/>
          <w:numId w:val="3"/>
        </w:numPr>
      </w:pPr>
      <w:r>
        <w:lastRenderedPageBreak/>
        <w:t>Open Flash. In this guide I’m using Flash CC, but the process should be the same regardless.</w:t>
      </w:r>
    </w:p>
    <w:p w:rsidR="00BB7F58" w:rsidRDefault="00BB7F58" w:rsidP="006C14EC">
      <w:pPr>
        <w:pStyle w:val="ListParagraph"/>
        <w:numPr>
          <w:ilvl w:val="0"/>
          <w:numId w:val="3"/>
        </w:numPr>
      </w:pPr>
      <w:r>
        <w:t>On the “Open” screen select “Create New: Flash JavaScript File”</w:t>
      </w:r>
      <w:r>
        <w:br/>
      </w:r>
      <w:r>
        <w:br/>
      </w:r>
      <w:r>
        <w:rPr>
          <w:noProof/>
          <w:lang w:val="en-GB" w:eastAsia="en-GB"/>
        </w:rPr>
        <w:drawing>
          <wp:inline distT="0" distB="0" distL="0" distR="0">
            <wp:extent cx="5934075" cy="4695825"/>
            <wp:effectExtent l="0" t="0" r="9525" b="9525"/>
            <wp:docPr id="1" name="Picture 1" descr="D:\Digital Scrapbook\sshot-2014-05-28-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igital Scrapbook\sshot-2014-05-28-[1]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6E06D6" w:rsidRDefault="006E06D6">
      <w:r>
        <w:br w:type="page"/>
      </w:r>
    </w:p>
    <w:p w:rsidR="00BB7F58" w:rsidRDefault="00BB7F58" w:rsidP="006C14EC">
      <w:pPr>
        <w:pStyle w:val="ListParagraph"/>
        <w:numPr>
          <w:ilvl w:val="0"/>
          <w:numId w:val="3"/>
        </w:numPr>
      </w:pPr>
      <w:r>
        <w:lastRenderedPageBreak/>
        <w:t xml:space="preserve">The Flash IDE will open a completely blank document. Copy and paste the entire contents of the “Flash to </w:t>
      </w:r>
      <w:proofErr w:type="spellStart"/>
      <w:r>
        <w:t>Phaser.jsfl</w:t>
      </w:r>
      <w:proofErr w:type="spellEnd"/>
      <w:r>
        <w:t>” script into this editor window. You can find the latest version of this script in the Phaser github repository in the ‘resources’ folder.</w:t>
      </w:r>
      <w:r>
        <w:br/>
      </w:r>
      <w:r>
        <w:br/>
      </w:r>
      <w:r>
        <w:rPr>
          <w:noProof/>
          <w:lang w:val="en-GB" w:eastAsia="en-GB"/>
        </w:rPr>
        <w:drawing>
          <wp:inline distT="0" distB="0" distL="0" distR="0">
            <wp:extent cx="5924550" cy="3581400"/>
            <wp:effectExtent l="0" t="0" r="0" b="0"/>
            <wp:docPr id="2" name="Picture 2" descr="D:\Digital Scrapbook\sshot-2014-05-28-[4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igital Scrapbook\sshot-2014-05-28-[4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06D6">
        <w:br/>
      </w:r>
    </w:p>
    <w:p w:rsidR="006E06D6" w:rsidRDefault="006E06D6">
      <w:r>
        <w:br w:type="page"/>
      </w:r>
    </w:p>
    <w:p w:rsidR="00BB7F58" w:rsidRDefault="00BB7F58" w:rsidP="006C14EC">
      <w:pPr>
        <w:pStyle w:val="ListParagraph"/>
        <w:numPr>
          <w:ilvl w:val="0"/>
          <w:numId w:val="3"/>
        </w:numPr>
      </w:pPr>
      <w:r>
        <w:lastRenderedPageBreak/>
        <w:t xml:space="preserve">Once pasted in, select “File – Save As” and it will prompt you for a name for the script. Enter “Flash to </w:t>
      </w:r>
      <w:proofErr w:type="spellStart"/>
      <w:r>
        <w:t>Phaser.jsfl</w:t>
      </w:r>
      <w:proofErr w:type="spellEnd"/>
      <w:r>
        <w:t>” and hit “Save”</w:t>
      </w:r>
      <w:r w:rsidR="006E06D6">
        <w:t>:</w:t>
      </w:r>
      <w:r w:rsidR="006E06D6">
        <w:br/>
      </w:r>
      <w:r>
        <w:br/>
      </w:r>
      <w:r>
        <w:rPr>
          <w:noProof/>
          <w:lang w:val="en-GB" w:eastAsia="en-GB"/>
        </w:rPr>
        <w:drawing>
          <wp:inline distT="0" distB="0" distL="0" distR="0">
            <wp:extent cx="3714750" cy="2819400"/>
            <wp:effectExtent l="0" t="0" r="0" b="0"/>
            <wp:docPr id="3" name="Picture 3" descr="D:\Digital Scrapbook\sshot-2014-05-28-[6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igital Scrapbook\sshot-2014-05-28-[6]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00" t="5586" r="8199" b="15692"/>
                    <a:stretch/>
                  </pic:blipFill>
                  <pic:spPr bwMode="auto">
                    <a:xfrm>
                      <a:off x="0" y="0"/>
                      <a:ext cx="37147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E06D6">
        <w:br/>
      </w:r>
    </w:p>
    <w:p w:rsidR="00BB7F58" w:rsidRDefault="00BB7F58" w:rsidP="006C14EC">
      <w:pPr>
        <w:pStyle w:val="ListParagraph"/>
        <w:numPr>
          <w:ilvl w:val="0"/>
          <w:numId w:val="3"/>
        </w:numPr>
      </w:pPr>
      <w:r>
        <w:t>The script is now installed and ready for use.</w:t>
      </w:r>
    </w:p>
    <w:p w:rsidR="00657298" w:rsidRDefault="00657298" w:rsidP="00BB7F58">
      <w:pPr>
        <w:pStyle w:val="Heading1"/>
      </w:pPr>
      <w:r>
        <w:t>How to prepare your FLA</w:t>
      </w:r>
    </w:p>
    <w:p w:rsidR="00657298" w:rsidRDefault="00657298" w:rsidP="00657298">
      <w:r>
        <w:br/>
        <w:t xml:space="preserve">The JSFL script works by parsing all objects that are on </w:t>
      </w:r>
      <w:r w:rsidR="00FD2E84" w:rsidRPr="00FD2E84">
        <w:rPr>
          <w:i/>
        </w:rPr>
        <w:t>the first Layer</w:t>
      </w:r>
      <w:r w:rsidR="00FD2E84">
        <w:t xml:space="preserve"> of </w:t>
      </w:r>
      <w:r>
        <w:t xml:space="preserve">the Stage. </w:t>
      </w:r>
      <w:r w:rsidR="00FD2E84">
        <w:t>I</w:t>
      </w:r>
      <w:r>
        <w:t>t only supports Bitmaps and Symbols.</w:t>
      </w:r>
    </w:p>
    <w:p w:rsidR="00FD2E84" w:rsidRDefault="00FD2E84" w:rsidP="00657298">
      <w:r>
        <w:t xml:space="preserve">It will automatically round object x/y values to the nearest whole pixel. If you don’t wish for this you can edit the JSFL script and set the </w:t>
      </w:r>
      <w:proofErr w:type="spellStart"/>
      <w:r w:rsidRPr="00FD2E84">
        <w:rPr>
          <w:rFonts w:ascii="Consolas" w:hAnsi="Consolas" w:cs="Consolas"/>
          <w:color w:val="00B0F0"/>
        </w:rPr>
        <w:t>var</w:t>
      </w:r>
      <w:proofErr w:type="spellEnd"/>
      <w:r w:rsidRPr="00FD2E84">
        <w:rPr>
          <w:rFonts w:ascii="Consolas" w:hAnsi="Consolas" w:cs="Consolas"/>
          <w:color w:val="00B0F0"/>
        </w:rPr>
        <w:t xml:space="preserve"> round</w:t>
      </w:r>
      <w:r>
        <w:t xml:space="preserve"> Boolean to </w:t>
      </w:r>
      <w:r w:rsidRPr="00FD2E84">
        <w:rPr>
          <w:i/>
        </w:rPr>
        <w:t>false</w:t>
      </w:r>
      <w:r>
        <w:t>.</w:t>
      </w:r>
    </w:p>
    <w:p w:rsidR="00657298" w:rsidRDefault="00657298" w:rsidP="00657298">
      <w:pPr>
        <w:pStyle w:val="Heading3"/>
      </w:pPr>
      <w:r>
        <w:t>Bitmaps</w:t>
      </w:r>
    </w:p>
    <w:p w:rsidR="00FD2E84" w:rsidRDefault="00657298" w:rsidP="00657298">
      <w:r>
        <w:t xml:space="preserve">These are the easiest to manage. Simply drag all the images you require for your game into the Flash Library. Then drag them onto the Stage </w:t>
      </w:r>
      <w:r w:rsidRPr="00657298">
        <w:rPr>
          <w:b/>
          <w:i/>
        </w:rPr>
        <w:t>ensuring they are on the first Layer</w:t>
      </w:r>
      <w:r>
        <w:t>. Once on the Stage you can position them, rotate them and scale them as required.</w:t>
      </w:r>
    </w:p>
    <w:p w:rsidR="00657298" w:rsidRDefault="00657298" w:rsidP="00657298">
      <w:r>
        <w:t xml:space="preserve">The order in which they are layered on the Stage controls the order in which they are created within Phaser. So bitmaps placed “behind” other bitmaps </w:t>
      </w:r>
      <w:r w:rsidR="00FD2E84">
        <w:t xml:space="preserve">will </w:t>
      </w:r>
      <w:r>
        <w:t>re-create in that order in the generated JavaScript code.</w:t>
      </w:r>
    </w:p>
    <w:p w:rsidR="00657298" w:rsidRDefault="00657298" w:rsidP="00657298">
      <w:pPr>
        <w:pStyle w:val="Heading3"/>
      </w:pPr>
      <w:r>
        <w:lastRenderedPageBreak/>
        <w:t>Symbols</w:t>
      </w:r>
    </w:p>
    <w:p w:rsidR="00FD2E84" w:rsidRDefault="00657298" w:rsidP="00657298">
      <w:r>
        <w:t>The script converts Symbols into Phaser Groups. A Symbol can contain as many Bitmap objects as you like, all positioned, scaled and rotated as required</w:t>
      </w:r>
      <w:r w:rsidR="00FD2E84">
        <w:t xml:space="preserve"> relative to the parent</w:t>
      </w:r>
      <w:r>
        <w:t>.</w:t>
      </w:r>
    </w:p>
    <w:p w:rsidR="00657298" w:rsidRDefault="00657298" w:rsidP="00657298">
      <w:r>
        <w:t xml:space="preserve">When the script runs it will identify that you’ve got a Symbol on the Stage and generate a Phaser Group </w:t>
      </w:r>
      <w:r w:rsidR="00FD2E84">
        <w:t xml:space="preserve">based on </w:t>
      </w:r>
      <w:r>
        <w:t>its name. The Group will be positioned matching the Symbol coordinates.</w:t>
      </w:r>
    </w:p>
    <w:p w:rsidR="00657298" w:rsidRDefault="00657298" w:rsidP="00657298">
      <w:r>
        <w:t xml:space="preserve">It will then scan </w:t>
      </w:r>
      <w:r w:rsidR="00FD2E84">
        <w:t xml:space="preserve">one level deep within </w:t>
      </w:r>
      <w:r>
        <w:t xml:space="preserve">the Symbol for </w:t>
      </w:r>
      <w:r w:rsidR="00FD2E84">
        <w:t>any B</w:t>
      </w:r>
      <w:r>
        <w:t>itmap</w:t>
      </w:r>
      <w:r w:rsidR="00FD2E84">
        <w:t xml:space="preserve"> objects </w:t>
      </w:r>
      <w:r>
        <w:t xml:space="preserve">and create those as children of the Group. There are two important things to remember to ensure </w:t>
      </w:r>
      <w:r w:rsidR="00FD2E84">
        <w:t xml:space="preserve">an </w:t>
      </w:r>
      <w:r>
        <w:t>accurate export:</w:t>
      </w:r>
    </w:p>
    <w:p w:rsidR="00657298" w:rsidRDefault="00657298" w:rsidP="00657298">
      <w:pPr>
        <w:pStyle w:val="ListParagraph"/>
        <w:numPr>
          <w:ilvl w:val="0"/>
          <w:numId w:val="4"/>
        </w:numPr>
      </w:pPr>
      <w:r>
        <w:t>The Symbol name becomes the Group name, with any spaces removed.</w:t>
      </w:r>
    </w:p>
    <w:p w:rsidR="00657298" w:rsidRDefault="00657298" w:rsidP="00FD2E84">
      <w:pPr>
        <w:pStyle w:val="ListParagraph"/>
        <w:numPr>
          <w:ilvl w:val="0"/>
          <w:numId w:val="4"/>
        </w:numPr>
      </w:pPr>
      <w:r>
        <w:t>The Symbol registration point must be the top-left:</w:t>
      </w:r>
      <w:r w:rsidR="00FD2E84">
        <w:br/>
      </w:r>
      <w:r w:rsidR="00FD2E84" w:rsidRPr="00FD2E84">
        <w:rPr>
          <w:noProof/>
          <w:lang w:val="en-GB" w:eastAsia="en-GB"/>
        </w:rPr>
        <w:drawing>
          <wp:inline distT="0" distB="0" distL="0" distR="0" wp14:anchorId="2B3AD3E1" wp14:editId="2CFE004E">
            <wp:extent cx="3010320" cy="97168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F3F" w:rsidRDefault="005A3F3F" w:rsidP="00FD2E84">
      <w:r>
        <w:t>In the screen shot below you can see several bitmaps dragged onto the Stage:</w:t>
      </w:r>
    </w:p>
    <w:p w:rsidR="005A3F3F" w:rsidRDefault="005A3F3F" w:rsidP="00FD2E84">
      <w:r>
        <w:rPr>
          <w:noProof/>
          <w:lang w:val="en-GB" w:eastAsia="en-GB"/>
        </w:rPr>
        <w:drawing>
          <wp:inline distT="0" distB="0" distL="0" distR="0">
            <wp:extent cx="5924550" cy="3581400"/>
            <wp:effectExtent l="0" t="0" r="0" b="0"/>
            <wp:docPr id="8" name="Picture 8" descr="D:\Digital Scrapbook\sshot-2014-05-28-[7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igital Scrapbook\sshot-2014-05-28-[7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3F" w:rsidRDefault="005A3F3F" w:rsidP="00FD2E84"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34F54C2B" wp14:editId="4177D182">
                <wp:simplePos x="0" y="0"/>
                <wp:positionH relativeFrom="margin">
                  <wp:align>right</wp:align>
                </wp:positionH>
                <wp:positionV relativeFrom="paragraph">
                  <wp:posOffset>1076325</wp:posOffset>
                </wp:positionV>
                <wp:extent cx="5934075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function</w:t>
                            </w:r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preload() {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game.load.image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'atari130xe', 'atari130xe.png');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game.load.image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'car', 'car.png');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game.load.image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'bunny', 'bunny.png');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game.load.image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'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budbrain_chick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', 'budbrain_chick.png');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game.load.image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'hotdog', 'hotdog.png');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}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function</w:t>
                            </w:r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create() {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var</w:t>
                            </w:r>
                            <w:proofErr w:type="spellEnd"/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atari130xe =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game.add.sprite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(57, 402, 'atari130xe');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atari130xe.scale.set(</w:t>
                            </w:r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1.331787109375, 1.33184814453125);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var</w:t>
                            </w:r>
                            <w:proofErr w:type="spellEnd"/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car =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game.add.sprite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(724, 336, 'car');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var</w:t>
                            </w:r>
                            <w:proofErr w:type="spellEnd"/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bunny =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game.add.sprite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(368, 380, 'bunny');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bunny.angle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= -18.984481811523438;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bunny.scale.set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0.9999847412109375, 0.9999847412109375);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var</w:t>
                            </w:r>
                            <w:proofErr w:type="spellEnd"/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budbrain_chick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=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game.add.sprite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(302, 54, '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budbrain_chick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var</w:t>
                            </w:r>
                            <w:proofErr w:type="spellEnd"/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hotDogs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=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game.add.group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hotDogs.x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= 41;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hotDogs.y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= 121;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var</w:t>
                            </w:r>
                            <w:proofErr w:type="spellEnd"/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hotdog =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hotDogs.create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(698, 279, 'hotdog');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var</w:t>
                            </w:r>
                            <w:proofErr w:type="spellEnd"/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hotdog1 =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hotDogs.create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(0, 56, 'hotdog');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var</w:t>
                            </w:r>
                            <w:proofErr w:type="spellEnd"/>
                            <w:proofErr w:type="gram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 xml:space="preserve"> hotdog2 = </w:t>
                            </w:r>
                            <w:proofErr w:type="spellStart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hotDogs.create</w:t>
                            </w:r>
                            <w:proofErr w:type="spellEnd"/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(491, 0, 'hotdog');</w:t>
                            </w: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</w:p>
                          <w:p w:rsidR="005A3F3F" w:rsidRPr="005A3F3F" w:rsidRDefault="005A3F3F" w:rsidP="005A3F3F">
                            <w:pPr>
                              <w:pBdr>
                                <w:top w:val="single" w:sz="24" w:space="8" w:color="B01513" w:themeColor="accent1"/>
                                <w:bottom w:val="single" w:sz="24" w:space="8" w:color="B01513" w:themeColor="accent1"/>
                              </w:pBdr>
                              <w:spacing w:after="0"/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</w:pPr>
                            <w:r w:rsidRPr="005A3F3F">
                              <w:rPr>
                                <w:rFonts w:ascii="Consolas" w:hAnsi="Consolas" w:cs="Consolas"/>
                                <w:iCs/>
                                <w:color w:val="B01513" w:themeColor="accent1"/>
                                <w:sz w:val="16"/>
                                <w:szCs w:val="16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F54C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6.05pt;margin-top:84.75pt;width:467.25pt;height:110.55pt;z-index:251659264;visibility:visible;mso-wrap-style:square;mso-width-percent:0;mso-height-percent:20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" filled="f" stroked="f">
                <v:textbox style="mso-fit-shape-to-text:t">
                  <w:txbxContent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function</w:t>
                      </w:r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preload() {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game.load.image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</w:t>
                      </w:r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'atari130xe', 'atari130xe.png');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game.load.image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</w:t>
                      </w:r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'car', 'car.png');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game.load.image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</w:t>
                      </w:r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'bunny', 'bunny.png');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game.load.image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</w:t>
                      </w:r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'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budbrain_chick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', 'budbrain_chick.png');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game.load.image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</w:t>
                      </w:r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'hotdog', 'hotdog.png');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}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function</w:t>
                      </w:r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create() {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var</w:t>
                      </w:r>
                      <w:proofErr w:type="spellEnd"/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atari130xe =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game.add.sprite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(57, 402, 'atari130xe');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atari130xe.scale.set(</w:t>
                      </w:r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1.331787109375, 1.33184814453125);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var</w:t>
                      </w:r>
                      <w:proofErr w:type="spellEnd"/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car =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game.add.sprite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(724, 336, 'car');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var</w:t>
                      </w:r>
                      <w:proofErr w:type="spellEnd"/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bunny =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game.add.sprite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(368, 380, 'bunny');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bunny.angle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= -18.984481811523438;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bunny.scale.set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</w:t>
                      </w:r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0.9999847412109375, 0.9999847412109375);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var</w:t>
                      </w:r>
                      <w:proofErr w:type="spellEnd"/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budbrain_chick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=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game.add.sprite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(302, 54, '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budbrain_chick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var</w:t>
                      </w:r>
                      <w:proofErr w:type="spellEnd"/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hotDogs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=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game.add.group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hotDogs.x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= 41;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hotDogs.y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= 121;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var</w:t>
                      </w:r>
                      <w:proofErr w:type="spellEnd"/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hotdog =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hotDogs.create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(698, 279, 'hotdog');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var</w:t>
                      </w:r>
                      <w:proofErr w:type="spellEnd"/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hotdog1 =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hotDogs.create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(0, 56, 'hotdog');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   </w:t>
                      </w:r>
                      <w:proofErr w:type="spellStart"/>
                      <w:proofErr w:type="gram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var</w:t>
                      </w:r>
                      <w:proofErr w:type="spellEnd"/>
                      <w:proofErr w:type="gram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 xml:space="preserve"> hotdog2 = </w:t>
                      </w:r>
                      <w:proofErr w:type="spellStart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hotDogs.create</w:t>
                      </w:r>
                      <w:proofErr w:type="spellEnd"/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(491, 0, 'hotdog');</w:t>
                      </w: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</w:p>
                    <w:p w:rsidR="005A3F3F" w:rsidRPr="005A3F3F" w:rsidRDefault="005A3F3F" w:rsidP="005A3F3F">
                      <w:pPr>
                        <w:pBdr>
                          <w:top w:val="single" w:sz="24" w:space="8" w:color="B01513" w:themeColor="accent1"/>
                          <w:bottom w:val="single" w:sz="24" w:space="8" w:color="B01513" w:themeColor="accent1"/>
                        </w:pBdr>
                        <w:spacing w:after="0"/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</w:pPr>
                      <w:r w:rsidRPr="005A3F3F">
                        <w:rPr>
                          <w:rFonts w:ascii="Consolas" w:hAnsi="Consolas" w:cs="Consolas"/>
                          <w:iCs/>
                          <w:color w:val="B01513" w:themeColor="accent1"/>
                          <w:sz w:val="16"/>
                          <w:szCs w:val="16"/>
                        </w:rPr>
                        <w:t>}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The rotation of the bunny sprite, the scale of the computer will all be exported. The flying hotdogs are part of a Symbol and will be exported as children of them. Here is the resulting JavaScript code:</w:t>
      </w:r>
    </w:p>
    <w:p w:rsidR="005A3F3F" w:rsidRDefault="005A3F3F" w:rsidP="00FD2E84"/>
    <w:p w:rsidR="005A3F3F" w:rsidRDefault="005A3F3F" w:rsidP="00FD2E84">
      <w:r>
        <w:t>You can see how the script has worked out which images to preload, assigned them all safe keys and created unique local variables for further editing.</w:t>
      </w:r>
    </w:p>
    <w:p w:rsidR="00657298" w:rsidRPr="00657298" w:rsidRDefault="00657298" w:rsidP="00657298"/>
    <w:p w:rsidR="00BB7F58" w:rsidRDefault="00BB7F58" w:rsidP="00BB7F58">
      <w:pPr>
        <w:pStyle w:val="Heading1"/>
      </w:pPr>
      <w:r>
        <w:lastRenderedPageBreak/>
        <w:t xml:space="preserve">How to </w:t>
      </w:r>
      <w:r w:rsidR="00657298">
        <w:t xml:space="preserve">run </w:t>
      </w:r>
      <w:r>
        <w:t>the JSFL Script</w:t>
      </w:r>
    </w:p>
    <w:p w:rsidR="00BB7F58" w:rsidRDefault="00BB7F58" w:rsidP="00BB7F58">
      <w:r>
        <w:br/>
        <w:t>Once installed you can select the script from the “Commands” menu within Flash. It will appear on the list as “Flash to Phaser”:</w:t>
      </w:r>
      <w:r>
        <w:br/>
      </w:r>
    </w:p>
    <w:p w:rsidR="00BB7F58" w:rsidRDefault="00BB7F58" w:rsidP="00BB7F58">
      <w:r>
        <w:rPr>
          <w:noProof/>
          <w:lang w:val="en-GB" w:eastAsia="en-GB"/>
        </w:rPr>
        <w:drawing>
          <wp:inline distT="0" distB="0" distL="0" distR="0">
            <wp:extent cx="3800475" cy="2314575"/>
            <wp:effectExtent l="0" t="0" r="9525" b="9525"/>
            <wp:docPr id="4" name="Picture 4" descr="C:\Users\rich\Desktop\jsfl-run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ich\Desktop\jsfl-run-crop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F58" w:rsidRDefault="00BB7F58" w:rsidP="00BB7F58">
      <w:r>
        <w:t>The script will run immediately upon selection, so make sure your FLA is prepared and saved before launching it.</w:t>
      </w:r>
    </w:p>
    <w:p w:rsidR="005A3F3F" w:rsidRDefault="005A3F3F">
      <w:r>
        <w:br w:type="page"/>
      </w:r>
    </w:p>
    <w:p w:rsidR="00BB7F58" w:rsidRDefault="00BB7F58" w:rsidP="00BB7F58">
      <w:bookmarkStart w:id="0" w:name="_GoBack"/>
      <w:bookmarkEnd w:id="0"/>
      <w:r>
        <w:lastRenderedPageBreak/>
        <w:t>When the script has finished running a “Save As” window will appear:</w:t>
      </w:r>
    </w:p>
    <w:p w:rsidR="00BB7F58" w:rsidRDefault="00BB7F58" w:rsidP="00BB7F58">
      <w:r>
        <w:rPr>
          <w:noProof/>
          <w:lang w:val="en-GB" w:eastAsia="en-GB"/>
        </w:rPr>
        <w:drawing>
          <wp:inline distT="0" distB="0" distL="0" distR="0">
            <wp:extent cx="5934075" cy="4391025"/>
            <wp:effectExtent l="0" t="0" r="9525" b="9525"/>
            <wp:docPr id="5" name="Picture 5" descr="D:\Digital Scrapbook\sshot-2014-05-28-[1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igital Scrapbook\sshot-2014-05-28-[10]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298" w:rsidRDefault="00657298" w:rsidP="00BB7F58">
      <w:r>
        <w:t xml:space="preserve">This is asking for the name of the JavaScript file that will be saved. Give it a name and if all has gone to plan a new JS file will be saved into the location specified. You can also see the content of the </w:t>
      </w:r>
      <w:r w:rsidR="00FD2E84">
        <w:t xml:space="preserve">JavaScript </w:t>
      </w:r>
      <w:r>
        <w:t>file in the Flash “output” window.</w:t>
      </w:r>
    </w:p>
    <w:p w:rsidR="00FD2E84" w:rsidRDefault="00FD2E84" w:rsidP="00FD2E84">
      <w:pPr>
        <w:pStyle w:val="Heading1"/>
      </w:pPr>
      <w:r>
        <w:t>Comments and Enhancements</w:t>
      </w:r>
    </w:p>
    <w:p w:rsidR="00657298" w:rsidRDefault="00FD2E84" w:rsidP="00BB7F58">
      <w:r>
        <w:t>Hopefully you’ll find this script useful. Feel free to enhance or modify it to best suit your needs. If you add a particularly useful feature please submit a Github Pull Request so we can merge those changes back into the library for everyone else to benefit from.</w:t>
      </w:r>
    </w:p>
    <w:p w:rsidR="00FD2E84" w:rsidRPr="006C14EC" w:rsidRDefault="00FD2E84" w:rsidP="00BB7F58">
      <w:r>
        <w:t xml:space="preserve">This script is provided as-is under the MIT License. No technical support is provided. Although if you do get stuck, please ask on the </w:t>
      </w:r>
      <w:hyperlink r:id="rId17" w:history="1">
        <w:r w:rsidRPr="00FD2E84">
          <w:rPr>
            <w:rStyle w:val="Hyperlink"/>
          </w:rPr>
          <w:t>Phaser Forum</w:t>
        </w:r>
      </w:hyperlink>
      <w:r>
        <w:t>.</w:t>
      </w:r>
    </w:p>
    <w:sectPr w:rsidR="00FD2E84" w:rsidRPr="006C14EC">
      <w:footerReference w:type="default" r:id="rId1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280" w:rsidRDefault="00017280" w:rsidP="006E06D6">
      <w:pPr>
        <w:spacing w:after="0" w:line="240" w:lineRule="auto"/>
      </w:pPr>
      <w:r>
        <w:separator/>
      </w:r>
    </w:p>
  </w:endnote>
  <w:endnote w:type="continuationSeparator" w:id="0">
    <w:p w:rsidR="00017280" w:rsidRDefault="00017280" w:rsidP="006E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6D6" w:rsidRDefault="006E06D6">
    <w:pPr>
      <w:pStyle w:val="Footer"/>
      <w:jc w:val="center"/>
      <w:rPr>
        <w:caps/>
        <w:noProof/>
        <w:color w:val="B01513" w:themeColor="accent1"/>
      </w:rPr>
    </w:pPr>
    <w:r>
      <w:rPr>
        <w:caps/>
        <w:color w:val="B01513" w:themeColor="accent1"/>
      </w:rPr>
      <w:fldChar w:fldCharType="begin"/>
    </w:r>
    <w:r>
      <w:rPr>
        <w:caps/>
        <w:color w:val="B01513" w:themeColor="accent1"/>
      </w:rPr>
      <w:instrText xml:space="preserve"> PAGE   \* MERGEFORMAT </w:instrText>
    </w:r>
    <w:r>
      <w:rPr>
        <w:caps/>
        <w:color w:val="B01513" w:themeColor="accent1"/>
      </w:rPr>
      <w:fldChar w:fldCharType="separate"/>
    </w:r>
    <w:r w:rsidR="005A3F3F">
      <w:rPr>
        <w:caps/>
        <w:noProof/>
        <w:color w:val="B01513" w:themeColor="accent1"/>
      </w:rPr>
      <w:t>2</w:t>
    </w:r>
    <w:r>
      <w:rPr>
        <w:caps/>
        <w:noProof/>
        <w:color w:val="B01513" w:themeColor="accent1"/>
      </w:rPr>
      <w:fldChar w:fldCharType="end"/>
    </w:r>
  </w:p>
  <w:p w:rsidR="006E06D6" w:rsidRDefault="006E06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280" w:rsidRDefault="00017280" w:rsidP="006E06D6">
      <w:pPr>
        <w:spacing w:after="0" w:line="240" w:lineRule="auto"/>
      </w:pPr>
      <w:r>
        <w:separator/>
      </w:r>
    </w:p>
  </w:footnote>
  <w:footnote w:type="continuationSeparator" w:id="0">
    <w:p w:rsidR="00017280" w:rsidRDefault="00017280" w:rsidP="006E0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72D47"/>
    <w:multiLevelType w:val="hybridMultilevel"/>
    <w:tmpl w:val="7EFCED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50E8F"/>
    <w:multiLevelType w:val="hybridMultilevel"/>
    <w:tmpl w:val="BB6CBF7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EC"/>
    <w:rsid w:val="00017280"/>
    <w:rsid w:val="00354E6B"/>
    <w:rsid w:val="005A3F3F"/>
    <w:rsid w:val="00657298"/>
    <w:rsid w:val="006C14EC"/>
    <w:rsid w:val="006E06D6"/>
    <w:rsid w:val="00BB7F58"/>
    <w:rsid w:val="00C4776E"/>
    <w:rsid w:val="00FD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A19845-8BC4-4CD3-AAEC-6683FF0D7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4EC"/>
    <w:rPr>
      <w:rFonts w:ascii="Calibri Light" w:hAnsi="Calibri Ligh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06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6D6"/>
    <w:rPr>
      <w:rFonts w:ascii="Calibri Light" w:hAnsi="Calibri Light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06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6D6"/>
    <w:rPr>
      <w:rFonts w:ascii="Calibri Light" w:hAnsi="Calibri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forum.phaser.io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help.adobe.com/en_US/flash/cs/extend/WS5b3ccc516d4fbf351e63e3d118a9024f3f-7fe8CS5.html" TargetMode="External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h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</Template>
  <TotalTime>67</TotalTime>
  <Pages>8</Pages>
  <Words>870</Words>
  <Characters>4075</Characters>
  <Application>Microsoft Office Word</Application>
  <DocSecurity>0</DocSecurity>
  <Lines>99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</dc:creator>
  <cp:keywords/>
  <cp:lastModifiedBy>rich</cp:lastModifiedBy>
  <cp:revision>2</cp:revision>
  <dcterms:created xsi:type="dcterms:W3CDTF">2014-05-28T00:10:00Z</dcterms:created>
  <dcterms:modified xsi:type="dcterms:W3CDTF">2014-05-28T01:18:00Z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